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8BE" w:rsidRDefault="008E1B95">
      <w:r>
        <w:rPr>
          <w:noProof/>
        </w:rPr>
        <w:drawing>
          <wp:anchor distT="0" distB="0" distL="114300" distR="114300" simplePos="0" relativeHeight="251678208" behindDoc="1" locked="0" layoutInCell="1" allowOverlap="1">
            <wp:simplePos x="0" y="0"/>
            <wp:positionH relativeFrom="column">
              <wp:posOffset>-1143000</wp:posOffset>
            </wp:positionH>
            <wp:positionV relativeFrom="paragraph">
              <wp:posOffset>-952500</wp:posOffset>
            </wp:positionV>
            <wp:extent cx="7753350" cy="10058400"/>
            <wp:effectExtent l="19050" t="0" r="0" b="0"/>
            <wp:wrapNone/>
            <wp:docPr id="3" name="Picture 82" descr="Edgy_Smudge_Flyer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dgy_Smudge_FlyerVert"/>
                    <pic:cNvPicPr>
                      <a:picLocks noChangeAspect="1" noChangeArrowheads="1"/>
                    </pic:cNvPicPr>
                  </pic:nvPicPr>
                  <pic:blipFill>
                    <a:blip r:embed="rId4" cstate="print">
                      <a:duotone>
                        <a:prstClr val="black"/>
                        <a:schemeClr val="accent3">
                          <a:tint val="45000"/>
                          <a:satMod val="400000"/>
                        </a:schemeClr>
                      </a:duotone>
                    </a:blip>
                    <a:srcRect/>
                    <a:stretch>
                      <a:fillRect/>
                    </a:stretch>
                  </pic:blipFill>
                  <pic:spPr bwMode="auto">
                    <a:xfrm>
                      <a:off x="0" y="0"/>
                      <a:ext cx="7753350" cy="10058400"/>
                    </a:xfrm>
                    <a:prstGeom prst="rect">
                      <a:avLst/>
                    </a:prstGeom>
                    <a:noFill/>
                    <a:ln w="9525">
                      <a:noFill/>
                      <a:miter lim="800000"/>
                      <a:headEnd/>
                      <a:tailEnd/>
                    </a:ln>
                  </pic:spPr>
                </pic:pic>
              </a:graphicData>
            </a:graphic>
          </wp:anchor>
        </w:drawing>
      </w:r>
    </w:p>
    <w:p w:rsidR="006728BE" w:rsidRDefault="006728BE"/>
    <w:p w:rsidR="006728BE" w:rsidRDefault="007D3D3A" w:rsidP="007D3D3A">
      <w:pPr>
        <w:tabs>
          <w:tab w:val="left" w:pos="3690"/>
        </w:tabs>
      </w:pPr>
      <w:r>
        <w:tab/>
      </w:r>
    </w:p>
    <w:p w:rsidR="006728BE" w:rsidRDefault="006728BE"/>
    <w:p w:rsidR="006728BE" w:rsidRDefault="00D20409">
      <w:r w:rsidRPr="00D20409">
        <w:rPr>
          <w:szCs w:val="20"/>
        </w:rPr>
        <w:pict>
          <v:shapetype id="_x0000_t202" coordsize="21600,21600" o:spt="202" path="m,l,21600r21600,l21600,xe">
            <v:stroke joinstyle="miter"/>
            <v:path gradientshapeok="t" o:connecttype="rect"/>
          </v:shapetype>
          <v:shape id="_x0000_s1034" type="#_x0000_t202" style="position:absolute;margin-left:-34.6pt;margin-top:5.4pt;width:495pt;height:1in;z-index:251646464" filled="f" stroked="f">
            <v:textbox style="mso-next-textbox:#_x0000_s1034">
              <w:txbxContent>
                <w:p w:rsidR="006728BE" w:rsidRPr="008E1B95" w:rsidRDefault="001C2B68" w:rsidP="00E92A47">
                  <w:pPr>
                    <w:pStyle w:val="ProposalTitleHere"/>
                    <w:rPr>
                      <w:rFonts w:asciiTheme="majorHAnsi" w:hAnsiTheme="majorHAnsi"/>
                      <w:color w:val="00B050"/>
                    </w:rPr>
                  </w:pPr>
                  <w:r w:rsidRPr="008E1B95">
                    <w:rPr>
                      <w:rFonts w:asciiTheme="majorHAnsi" w:hAnsiTheme="majorHAnsi"/>
                      <w:color w:val="00B050"/>
                    </w:rPr>
                    <w:t>[</w:t>
                  </w:r>
                  <w:r w:rsidR="006728BE" w:rsidRPr="008E1B95">
                    <w:rPr>
                      <w:rFonts w:asciiTheme="majorHAnsi" w:hAnsiTheme="majorHAnsi"/>
                      <w:color w:val="00B050"/>
                    </w:rPr>
                    <w:t>PROPOSAL TITLE HERE</w:t>
                  </w:r>
                  <w:r w:rsidRPr="008E1B95">
                    <w:rPr>
                      <w:rFonts w:asciiTheme="majorHAnsi" w:hAnsiTheme="majorHAnsi"/>
                      <w:color w:val="00B050"/>
                    </w:rPr>
                    <w:t>]</w:t>
                  </w:r>
                </w:p>
                <w:p w:rsidR="006728BE" w:rsidRPr="008E1B95" w:rsidRDefault="006728BE" w:rsidP="00E92A47">
                  <w:pPr>
                    <w:pStyle w:val="AProposalTo"/>
                    <w:rPr>
                      <w:rFonts w:asciiTheme="majorHAnsi" w:hAnsiTheme="majorHAnsi"/>
                      <w:color w:val="00B050"/>
                    </w:rPr>
                  </w:pPr>
                  <w:r w:rsidRPr="008E1B95">
                    <w:rPr>
                      <w:rFonts w:asciiTheme="majorHAnsi" w:hAnsiTheme="majorHAnsi"/>
                      <w:color w:val="00B050"/>
                    </w:rPr>
                    <w:t>A Proposal To:</w:t>
                  </w:r>
                </w:p>
                <w:p w:rsidR="006728BE" w:rsidRPr="008E1B95" w:rsidRDefault="006728BE" w:rsidP="006728BE">
                  <w:pPr>
                    <w:jc w:val="center"/>
                    <w:rPr>
                      <w:rFonts w:asciiTheme="majorHAnsi" w:hAnsiTheme="majorHAnsi"/>
                      <w:b/>
                      <w:color w:val="00B050"/>
                      <w:sz w:val="72"/>
                    </w:rPr>
                  </w:pPr>
                </w:p>
              </w:txbxContent>
            </v:textbox>
          </v:shape>
        </w:pic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D20409">
      <w:r w:rsidRPr="00D20409">
        <w:rPr>
          <w:szCs w:val="20"/>
        </w:rPr>
        <w:pict>
          <v:shape id="_x0000_s1039" type="#_x0000_t202" style="position:absolute;margin-left:-25.8pt;margin-top:4.5pt;width:495pt;height:36pt;z-index:251649536" filled="f" stroked="f">
            <v:textbox style="mso-next-textbox:#_x0000_s1039">
              <w:txbxContent>
                <w:p w:rsidR="006728BE" w:rsidRPr="008E1B95" w:rsidRDefault="00094FB4" w:rsidP="00E92A47">
                  <w:pPr>
                    <w:pStyle w:val="EnterClient"/>
                    <w:rPr>
                      <w:color w:val="00B050"/>
                      <w:sz w:val="44"/>
                    </w:rPr>
                  </w:pPr>
                  <w:r w:rsidRPr="008E1B95">
                    <w:rPr>
                      <w:color w:val="00B050"/>
                      <w:sz w:val="44"/>
                    </w:rPr>
                    <w:t>[</w:t>
                  </w:r>
                  <w:r w:rsidR="006728BE" w:rsidRPr="008E1B95">
                    <w:rPr>
                      <w:color w:val="00B050"/>
                      <w:sz w:val="44"/>
                    </w:rPr>
                    <w:t>ENTER CLIENT</w:t>
                  </w:r>
                  <w:r w:rsidRPr="008E1B95">
                    <w:rPr>
                      <w:color w:val="00B050"/>
                      <w:sz w:val="44"/>
                    </w:rPr>
                    <w:t xml:space="preserve"> NAME HERE]</w:t>
                  </w:r>
                </w:p>
              </w:txbxContent>
            </v:textbox>
          </v:shape>
        </w:pict>
      </w:r>
    </w:p>
    <w:p w:rsidR="006728BE" w:rsidRDefault="006728BE"/>
    <w:p w:rsidR="006728BE" w:rsidRDefault="006728BE"/>
    <w:p w:rsidR="006728BE" w:rsidRDefault="006728BE"/>
    <w:p w:rsidR="006728BE" w:rsidRDefault="00D20409">
      <w:r w:rsidRPr="00D20409">
        <w:rPr>
          <w:szCs w:val="20"/>
        </w:rPr>
        <w:pict>
          <v:shape id="_x0000_s1056" type="#_x0000_t202" style="position:absolute;margin-left:-63.5pt;margin-top:-.65pt;width:561pt;height:36pt;z-index:251656704" filled="f" stroked="f">
            <v:textbox style="mso-next-textbox:#_x0000_s1056">
              <w:txbxContent>
                <w:p w:rsidR="006728BE" w:rsidRPr="008E1B95" w:rsidRDefault="006728BE" w:rsidP="00E92A47">
                  <w:pPr>
                    <w:pStyle w:val="monthdayyear"/>
                    <w:rPr>
                      <w:sz w:val="44"/>
                    </w:rPr>
                  </w:pPr>
                  <w:r w:rsidRPr="008E1B95">
                    <w:rPr>
                      <w:sz w:val="44"/>
                    </w:rPr>
                    <w:t>MONTH DAY YEAR</w:t>
                  </w:r>
                </w:p>
              </w:txbxContent>
            </v:textbox>
          </v:shape>
        </w:pic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D20409">
      <w:r w:rsidRPr="00D20409">
        <w:rPr>
          <w:szCs w:val="20"/>
        </w:rPr>
        <w:pict>
          <v:shape id="_x0000_s1035" type="#_x0000_t202" style="position:absolute;margin-left:-55.85pt;margin-top:10.4pt;width:540pt;height:31.75pt;z-index:-251668992;mso-wrap-edited:f" wrapcoords="0 0 21600 0 21600 21600 0 21600 0 0" filled="f" stroked="f">
            <v:textbox style="mso-next-textbox:#_x0000_s1035" inset="0,0,0,0">
              <w:txbxContent>
                <w:p w:rsidR="006728BE" w:rsidRPr="002A4556" w:rsidRDefault="00D33AAC" w:rsidP="006728BE">
                  <w:pPr>
                    <w:pStyle w:val="COMPANY"/>
                  </w:pPr>
                  <w:r>
                    <w:t>[</w:t>
                  </w:r>
                  <w:r w:rsidR="006728BE" w:rsidRPr="002A4556">
                    <w:t>COMPANY NAME HERE</w:t>
                  </w:r>
                  <w:r>
                    <w:t>]</w:t>
                  </w:r>
                </w:p>
                <w:p w:rsidR="006728BE" w:rsidRPr="005D2B4E" w:rsidRDefault="006728BE" w:rsidP="006728BE">
                  <w:pPr>
                    <w:rPr>
                      <w:color w:val="FF4F00"/>
                      <w:sz w:val="44"/>
                    </w:rPr>
                  </w:pPr>
                </w:p>
              </w:txbxContent>
            </v:textbox>
          </v:shape>
        </w:pict>
      </w:r>
    </w:p>
    <w:p w:rsidR="006728BE" w:rsidRDefault="006728BE"/>
    <w:p w:rsidR="006728BE" w:rsidRDefault="006728BE"/>
    <w:p w:rsidR="006728BE" w:rsidRDefault="00D20409">
      <w:r w:rsidRPr="00D20409">
        <w:rPr>
          <w:szCs w:val="20"/>
        </w:rPr>
        <w:pict>
          <v:shape id="_x0000_s1119" type="#_x0000_t202" style="position:absolute;margin-left:-20pt;margin-top:6.95pt;width:12.55pt;height:36pt;z-index:251674112" filled="f" stroked="f">
            <v:textbox style="mso-next-textbox:#_x0000_s1119" inset="0,0,0,0">
              <w:txbxContent>
                <w:p w:rsidR="006728BE" w:rsidRPr="008E1B95" w:rsidRDefault="00D57E4D" w:rsidP="006728BE">
                  <w:pPr>
                    <w:pStyle w:val="ADDRESSBOX"/>
                    <w:rPr>
                      <w:rFonts w:asciiTheme="majorHAnsi" w:hAnsiTheme="majorHAnsi"/>
                      <w:color w:val="00B050"/>
                    </w:rPr>
                  </w:pPr>
                  <w:r w:rsidRPr="008E1B95">
                    <w:rPr>
                      <w:rFonts w:asciiTheme="majorHAnsi" w:hAnsiTheme="majorHAnsi"/>
                      <w:color w:val="00B050"/>
                    </w:rPr>
                    <w:t>P</w:t>
                  </w:r>
                  <w:r w:rsidR="006728BE" w:rsidRPr="008E1B95">
                    <w:rPr>
                      <w:rFonts w:asciiTheme="majorHAnsi" w:hAnsiTheme="majorHAnsi"/>
                      <w:color w:val="00B050"/>
                    </w:rPr>
                    <w:t>h</w:t>
                  </w:r>
                  <w:r w:rsidRPr="008E1B95">
                    <w:rPr>
                      <w:rFonts w:asciiTheme="majorHAnsi" w:hAnsiTheme="majorHAnsi"/>
                      <w:color w:val="00B050"/>
                    </w:rPr>
                    <w:t>:</w:t>
                  </w:r>
                </w:p>
                <w:p w:rsidR="006728BE" w:rsidRPr="008E1B95" w:rsidRDefault="00D57E4D" w:rsidP="006728BE">
                  <w:pPr>
                    <w:pStyle w:val="ADDRESSBOX"/>
                    <w:rPr>
                      <w:rFonts w:asciiTheme="majorHAnsi" w:hAnsiTheme="majorHAnsi"/>
                      <w:color w:val="00B050"/>
                      <w:szCs w:val="34"/>
                    </w:rPr>
                  </w:pPr>
                  <w:r w:rsidRPr="008E1B95">
                    <w:rPr>
                      <w:rFonts w:asciiTheme="majorHAnsi" w:hAnsiTheme="majorHAnsi"/>
                      <w:color w:val="00B050"/>
                      <w:szCs w:val="34"/>
                    </w:rPr>
                    <w:t>F</w:t>
                  </w:r>
                  <w:r w:rsidR="006728BE" w:rsidRPr="008E1B95">
                    <w:rPr>
                      <w:rFonts w:asciiTheme="majorHAnsi" w:hAnsiTheme="majorHAnsi"/>
                      <w:color w:val="00B050"/>
                      <w:szCs w:val="34"/>
                    </w:rPr>
                    <w:t>x</w:t>
                  </w:r>
                  <w:r w:rsidRPr="008E1B95">
                    <w:rPr>
                      <w:rFonts w:asciiTheme="majorHAnsi" w:hAnsiTheme="majorHAnsi"/>
                      <w:color w:val="00B050"/>
                      <w:szCs w:val="34"/>
                    </w:rPr>
                    <w:t>:</w:t>
                  </w:r>
                </w:p>
                <w:p w:rsidR="006728BE" w:rsidRPr="008E1B95" w:rsidRDefault="00D57E4D" w:rsidP="006728BE">
                  <w:pPr>
                    <w:pStyle w:val="ADDRESSBOX"/>
                    <w:rPr>
                      <w:rFonts w:asciiTheme="majorHAnsi" w:hAnsiTheme="majorHAnsi"/>
                      <w:color w:val="00B050"/>
                      <w:szCs w:val="34"/>
                    </w:rPr>
                  </w:pPr>
                  <w:r w:rsidRPr="008E1B95">
                    <w:rPr>
                      <w:rFonts w:asciiTheme="majorHAnsi" w:hAnsiTheme="majorHAnsi"/>
                      <w:color w:val="00B050"/>
                      <w:szCs w:val="34"/>
                    </w:rPr>
                    <w:t>M</w:t>
                  </w:r>
                  <w:r w:rsidR="006728BE" w:rsidRPr="008E1B95">
                    <w:rPr>
                      <w:rFonts w:asciiTheme="majorHAnsi" w:hAnsiTheme="majorHAnsi"/>
                      <w:color w:val="00B050"/>
                      <w:szCs w:val="34"/>
                    </w:rPr>
                    <w:t>o</w:t>
                  </w:r>
                  <w:r w:rsidRPr="008E1B95">
                    <w:rPr>
                      <w:rFonts w:asciiTheme="majorHAnsi" w:hAnsiTheme="majorHAnsi"/>
                      <w:color w:val="00B050"/>
                      <w:szCs w:val="34"/>
                    </w:rPr>
                    <w:t>:</w:t>
                  </w:r>
                </w:p>
                <w:p w:rsidR="006728BE" w:rsidRPr="008E1B95" w:rsidRDefault="006728BE" w:rsidP="006728BE">
                  <w:pPr>
                    <w:pStyle w:val="ADDRESSBOX"/>
                    <w:rPr>
                      <w:rFonts w:asciiTheme="majorHAnsi" w:hAnsiTheme="majorHAnsi"/>
                      <w:color w:val="00B050"/>
                    </w:rPr>
                  </w:pPr>
                </w:p>
              </w:txbxContent>
            </v:textbox>
          </v:shape>
        </w:pict>
      </w:r>
      <w:r w:rsidRPr="00D20409">
        <w:rPr>
          <w:szCs w:val="20"/>
        </w:rPr>
        <w:pict>
          <v:shape id="_x0000_s1118" type="#_x0000_t202" style="position:absolute;margin-left:4.1pt;margin-top:6.95pt;width:182.6pt;height:52.7pt;z-index:251673088" filled="f" stroked="f">
            <v:textbox style="mso-next-textbox:#_x0000_s1118" inset="0,0,0,0">
              <w:txbxContent>
                <w:p w:rsidR="006728BE" w:rsidRPr="008E1B95" w:rsidRDefault="006728BE" w:rsidP="006728BE">
                  <w:pPr>
                    <w:pStyle w:val="ADDRESSBOX"/>
                    <w:rPr>
                      <w:color w:val="00B050"/>
                    </w:rPr>
                  </w:pPr>
                  <w:r w:rsidRPr="008E1B95">
                    <w:rPr>
                      <w:color w:val="00B050"/>
                    </w:rPr>
                    <w:t>555.555.5555</w:t>
                  </w:r>
                </w:p>
                <w:p w:rsidR="006728BE" w:rsidRPr="008E1B95" w:rsidRDefault="006728BE" w:rsidP="006728BE">
                  <w:pPr>
                    <w:pStyle w:val="ADDRESSBOX"/>
                    <w:rPr>
                      <w:color w:val="00B050"/>
                    </w:rPr>
                  </w:pPr>
                  <w:r w:rsidRPr="008E1B95">
                    <w:rPr>
                      <w:color w:val="00B050"/>
                    </w:rPr>
                    <w:t>555.555.5555</w:t>
                  </w:r>
                </w:p>
                <w:p w:rsidR="006728BE" w:rsidRPr="008E1B95" w:rsidRDefault="006728BE" w:rsidP="006728BE">
                  <w:pPr>
                    <w:pStyle w:val="ADDRESSBOX"/>
                    <w:rPr>
                      <w:color w:val="00B050"/>
                    </w:rPr>
                  </w:pPr>
                  <w:r w:rsidRPr="008E1B95">
                    <w:rPr>
                      <w:color w:val="00B050"/>
                    </w:rPr>
                    <w:t>555.555.5555</w:t>
                  </w:r>
                </w:p>
                <w:p w:rsidR="006728BE" w:rsidRPr="008E1B95" w:rsidRDefault="006728BE" w:rsidP="006728BE">
                  <w:pPr>
                    <w:pStyle w:val="ADDRESSBOX"/>
                    <w:rPr>
                      <w:color w:val="00B050"/>
                      <w:szCs w:val="34"/>
                    </w:rPr>
                  </w:pPr>
                  <w:r w:rsidRPr="008E1B95">
                    <w:rPr>
                      <w:color w:val="00B050"/>
                    </w:rPr>
                    <w:t>email@address.com</w:t>
                  </w:r>
                </w:p>
                <w:p w:rsidR="006728BE" w:rsidRPr="008E1B95" w:rsidRDefault="008B3E45" w:rsidP="006728BE">
                  <w:pPr>
                    <w:pStyle w:val="ADDRESSBOX"/>
                    <w:rPr>
                      <w:color w:val="00B050"/>
                      <w:szCs w:val="34"/>
                    </w:rPr>
                  </w:pPr>
                  <w:r w:rsidRPr="008E1B95">
                    <w:rPr>
                      <w:color w:val="00B050"/>
                      <w:szCs w:val="34"/>
                    </w:rPr>
                    <w:t>www.word-templates</w:t>
                  </w:r>
                  <w:r w:rsidR="006728BE" w:rsidRPr="008E1B95">
                    <w:rPr>
                      <w:color w:val="00B050"/>
                      <w:szCs w:val="34"/>
                    </w:rPr>
                    <w:t>.com</w:t>
                  </w:r>
                </w:p>
                <w:p w:rsidR="006728BE" w:rsidRPr="008E1B95" w:rsidRDefault="006728BE" w:rsidP="006728BE">
                  <w:pPr>
                    <w:rPr>
                      <w:color w:val="00B050"/>
                    </w:rPr>
                  </w:pPr>
                </w:p>
              </w:txbxContent>
            </v:textbox>
          </v:shape>
        </w:pic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D20409">
      <w:r w:rsidRPr="00D20409">
        <w:rPr>
          <w:szCs w:val="20"/>
        </w:rPr>
        <w:lastRenderedPageBreak/>
        <w:pict>
          <v:shape id="_x0000_s1040" type="#_x0000_t202" style="position:absolute;margin-left:-27.3pt;margin-top:6.2pt;width:473pt;height:30pt;z-index:251650560" filled="f" stroked="f">
            <v:textbox style="mso-next-textbox:#_x0000_s1040">
              <w:txbxContent>
                <w:p w:rsidR="006728BE" w:rsidRPr="00E81370" w:rsidRDefault="00190DB0" w:rsidP="006728BE">
                  <w:pPr>
                    <w:pStyle w:val="HEADLINE"/>
                  </w:pPr>
                  <w:r>
                    <w:t>[</w:t>
                  </w:r>
                  <w:r w:rsidR="006728BE" w:rsidRPr="00E81370">
                    <w:t>INSERT HEADLINE HERE</w:t>
                  </w:r>
                  <w:r>
                    <w:t>]</w:t>
                  </w:r>
                </w:p>
                <w:p w:rsidR="006728BE" w:rsidRPr="00B41E3F" w:rsidRDefault="006728BE" w:rsidP="006728BE">
                  <w:pPr>
                    <w:pStyle w:val="HEADLINE"/>
                    <w:rPr>
                      <w:sz w:val="36"/>
                    </w:rPr>
                  </w:pPr>
                </w:p>
              </w:txbxContent>
            </v:textbox>
          </v:shape>
        </w:pict>
      </w:r>
      <w:r w:rsidR="00DE023E">
        <w:rPr>
          <w:noProof/>
          <w:szCs w:val="20"/>
        </w:rPr>
        <w:drawing>
          <wp:anchor distT="0" distB="0" distL="114300" distR="114300" simplePos="0" relativeHeight="251666944" behindDoc="1" locked="0" layoutInCell="1" allowOverlap="1">
            <wp:simplePos x="0" y="0"/>
            <wp:positionH relativeFrom="column">
              <wp:posOffset>-1155065</wp:posOffset>
            </wp:positionH>
            <wp:positionV relativeFrom="paragraph">
              <wp:posOffset>-911860</wp:posOffset>
            </wp:positionV>
            <wp:extent cx="7772400" cy="10068560"/>
            <wp:effectExtent l="19050" t="0" r="0" b="0"/>
            <wp:wrapNone/>
            <wp:docPr id="82" name="Picture 82" descr="Edgy_Smudge_Flyer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dgy_Smudge_FlyerVert"/>
                    <pic:cNvPicPr>
                      <a:picLocks noChangeAspect="1" noChangeArrowheads="1"/>
                    </pic:cNvPicPr>
                  </pic:nvPicPr>
                  <pic:blipFill>
                    <a:blip r:embed="rId4" cstate="print">
                      <a:duotone>
                        <a:prstClr val="black"/>
                        <a:schemeClr val="accent3">
                          <a:tint val="45000"/>
                          <a:satMod val="400000"/>
                        </a:schemeClr>
                      </a:duotone>
                    </a:blip>
                    <a:srcRect/>
                    <a:stretch>
                      <a:fillRect/>
                    </a:stretch>
                  </pic:blipFill>
                  <pic:spPr bwMode="auto">
                    <a:xfrm>
                      <a:off x="0" y="0"/>
                      <a:ext cx="7772400" cy="10068560"/>
                    </a:xfrm>
                    <a:prstGeom prst="rect">
                      <a:avLst/>
                    </a:prstGeom>
                    <a:noFill/>
                    <a:ln w="9525">
                      <a:noFill/>
                      <a:miter lim="800000"/>
                      <a:headEnd/>
                      <a:tailEnd/>
                    </a:ln>
                  </pic:spPr>
                </pic:pic>
              </a:graphicData>
            </a:graphic>
          </wp:anchor>
        </w:drawing>
      </w:r>
    </w:p>
    <w:p w:rsidR="006728BE" w:rsidRDefault="006728BE"/>
    <w:p w:rsidR="006728BE" w:rsidRDefault="00D20409">
      <w:r w:rsidRPr="00D20409">
        <w:rPr>
          <w:szCs w:val="20"/>
        </w:rPr>
        <w:pict>
          <v:shape id="_x0000_s1041" type="#_x0000_t202" style="position:absolute;margin-left:-31.95pt;margin-top:8.6pt;width:234pt;height:612pt;z-index:251651584;mso-wrap-edited:f" wrapcoords="0 0 21600 0 21600 21600 0 21600 0 0" filled="f" stroked="f">
            <v:textbox style="mso-next-textbox:#_x0000_s1050">
              <w:txbxContent>
                <w:p w:rsidR="006728BE" w:rsidRPr="00B41E3F" w:rsidRDefault="000A7489" w:rsidP="006728BE">
                  <w:pPr>
                    <w:pStyle w:val="SUBHEAD"/>
                  </w:pPr>
                  <w:r>
                    <w:t>Text Here</w:t>
                  </w:r>
                  <w:r w:rsidR="006728BE" w:rsidRPr="00B41E3F">
                    <w:t xml:space="preserve"> </w:t>
                  </w:r>
                  <w:r>
                    <w:t>Text Here</w:t>
                  </w:r>
                </w:p>
                <w:p w:rsidR="006728BE" w:rsidRPr="00157382" w:rsidRDefault="006728BE" w:rsidP="00157382">
                  <w:pPr>
                    <w:pStyle w:val="BodyCopy"/>
                  </w:pPr>
                  <w:r w:rsidRPr="00157382">
                    <w:t xml:space="preserve">When you’re writing a proposal, write it so that someone who has never heard of your company can understand what you’re offering as quickly as possible. Stay away from using jargon, acronyms, or complicated terms. </w:t>
                  </w:r>
                </w:p>
                <w:p w:rsidR="006728BE" w:rsidRPr="00157382" w:rsidRDefault="006728BE" w:rsidP="00157382">
                  <w:pPr>
                    <w:pStyle w:val="BodyCopy"/>
                  </w:pPr>
                </w:p>
                <w:p w:rsidR="006728BE" w:rsidRPr="00157382" w:rsidRDefault="006728BE" w:rsidP="00157382">
                  <w:pPr>
                    <w:pStyle w:val="BodyCopy"/>
                  </w:pPr>
                  <w:r w:rsidRPr="00157382">
                    <w:t>If you’re not sure what to write, make a list of “what we do” and then a list of “why our products or services are the best.” Use that information to create your proposal.</w:t>
                  </w:r>
                </w:p>
                <w:p w:rsidR="006728BE" w:rsidRPr="00157382" w:rsidRDefault="006728BE" w:rsidP="00157382">
                  <w:pPr>
                    <w:pStyle w:val="BodyCopy"/>
                  </w:pPr>
                </w:p>
                <w:p w:rsidR="006728BE" w:rsidRPr="00157382" w:rsidRDefault="006728BE" w:rsidP="00157382">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7D09DA" w:rsidRPr="00B41E3F" w:rsidRDefault="007D09DA" w:rsidP="007D09DA">
                  <w:pPr>
                    <w:pStyle w:val="SUBHEAD"/>
                  </w:pPr>
                  <w:r>
                    <w:t>Text Here</w:t>
                  </w:r>
                  <w:r w:rsidRPr="00B41E3F">
                    <w:t xml:space="preserve"> </w:t>
                  </w:r>
                  <w:r>
                    <w:t>Text Here</w:t>
                  </w: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BodyCopy"/>
                  </w:pP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BodyCopy"/>
                  </w:pPr>
                </w:p>
                <w:p w:rsidR="006728BE" w:rsidRPr="00BD425B"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p>
                <w:p w:rsidR="006728BE" w:rsidRPr="00157382" w:rsidRDefault="007D09DA" w:rsidP="006728BE">
                  <w:pPr>
                    <w:pStyle w:val="SUBHEAD"/>
                  </w:pPr>
                  <w:r>
                    <w:t>Text Here</w:t>
                  </w:r>
                  <w:r w:rsidRPr="00B41E3F">
                    <w:t xml:space="preserve"> </w:t>
                  </w:r>
                  <w:r>
                    <w:t>Text Here</w:t>
                  </w:r>
                  <w:r w:rsidR="006728BE" w:rsidRPr="00B41E3F">
                    <w:t xml:space="preserve"> </w:t>
                  </w:r>
                </w:p>
                <w:p w:rsidR="006728BE" w:rsidRPr="00BD425B" w:rsidRDefault="006728BE" w:rsidP="00157382">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p>
                <w:p w:rsidR="006728BE" w:rsidRPr="00BD425B" w:rsidRDefault="006728BE" w:rsidP="00157382">
                  <w:pPr>
                    <w:pStyle w:val="BodyCopy"/>
                  </w:pPr>
                </w:p>
                <w:p w:rsidR="006728BE" w:rsidRPr="00157382" w:rsidRDefault="006728BE" w:rsidP="00157382">
                  <w:pPr>
                    <w:pStyle w:val="BodyCopy"/>
                  </w:pPr>
                  <w:r w:rsidRPr="00157382">
                    <w:t>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w:t>
                  </w:r>
                </w:p>
                <w:p w:rsidR="007D09DA" w:rsidRPr="00B41E3F" w:rsidRDefault="007D09DA" w:rsidP="007D09DA">
                  <w:pPr>
                    <w:pStyle w:val="SUBHEAD"/>
                  </w:pPr>
                  <w:r>
                    <w:t>Text Here</w:t>
                  </w:r>
                  <w:r w:rsidRPr="00B41E3F">
                    <w:t xml:space="preserve"> </w:t>
                  </w:r>
                  <w:r>
                    <w:t>Text Here</w:t>
                  </w:r>
                </w:p>
                <w:p w:rsidR="006728BE" w:rsidRDefault="006728BE" w:rsidP="006728BE">
                  <w:pPr>
                    <w:pStyle w:val="BodyCopy"/>
                  </w:pPr>
                  <w:r w:rsidRPr="00157382">
                    <w:t>Continue proposal text here. Continue proposal text here. Continue proposal text here.</w:t>
                  </w:r>
                  <w:r w:rsidRPr="00BD425B">
                    <w:t xml:space="preserve"> </w:t>
                  </w:r>
                  <w:r w:rsidRPr="00157382">
                    <w:t xml:space="preserve">Continue proposal text here. Continue proposal text here. Continue proposal text here. Continue proposal text here. Continue proposal text here. Continue proposal text here. Continue proposal text here. Continue proposal text here. Continue proposal text here. Continue proposal text here. </w:t>
                  </w: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p w:rsidR="006728BE" w:rsidRDefault="006728BE" w:rsidP="00157382">
                  <w:pPr>
                    <w:pStyle w:val="BodyCopy"/>
                  </w:pPr>
                </w:p>
              </w:txbxContent>
            </v:textbox>
          </v:shape>
        </w:pict>
      </w:r>
    </w:p>
    <w:p w:rsidR="006728BE" w:rsidRDefault="00D20409">
      <w:r w:rsidRPr="00D20409">
        <w:rPr>
          <w:szCs w:val="20"/>
        </w:rPr>
        <w:pict>
          <v:shape id="_x0000_s1050" type="#_x0000_t202" style="position:absolute;margin-left:229.05pt;margin-top:12.8pt;width:234pt;height:521pt;z-index:251652608;mso-wrap-edited:f" wrapcoords="0 0 21600 0 21600 21600 0 21600 0 0" filled="f" stroked="f">
            <v:textbox style="mso-next-textbox:#_x0000_s1050">
              <w:txbxContent/>
            </v:textbox>
          </v:shape>
        </w:pic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D20409">
      <w:r w:rsidRPr="00D20409">
        <w:rPr>
          <w:szCs w:val="20"/>
        </w:rPr>
        <w:pict>
          <v:shape id="_x0000_s1103" type="#_x0000_t202" style="position:absolute;margin-left:-23.75pt;margin-top:69.25pt;width:486.8pt;height:31.75pt;z-index:-251650560;mso-wrap-edited:f" wrapcoords="0 0 21600 0 21600 21600 0 21600 0 0" filled="f" stroked="f">
            <v:textbox style="mso-next-textbox:#_x0000_s1103" inset="0,0,0,0">
              <w:txbxContent>
                <w:p w:rsidR="006728BE" w:rsidRPr="002A4556" w:rsidRDefault="006728BE" w:rsidP="006728BE">
                  <w:pPr>
                    <w:pStyle w:val="COMPANY"/>
                    <w:jc w:val="center"/>
                    <w:rPr>
                      <w:sz w:val="56"/>
                    </w:rPr>
                  </w:pPr>
                  <w:r w:rsidRPr="002A4556">
                    <w:rPr>
                      <w:sz w:val="56"/>
                    </w:rPr>
                    <w:t>COMPANY</w:t>
                  </w:r>
                </w:p>
                <w:p w:rsidR="006728BE" w:rsidRPr="005D2B4E" w:rsidRDefault="006728BE" w:rsidP="006728BE">
                  <w:pPr>
                    <w:rPr>
                      <w:color w:val="FF4F00"/>
                      <w:sz w:val="44"/>
                    </w:rPr>
                  </w:pPr>
                </w:p>
              </w:txbxContent>
            </v:textbox>
          </v:shape>
        </w:pict>
      </w:r>
    </w:p>
    <w:p w:rsidR="006728BE" w:rsidRDefault="006728BE"/>
    <w:p w:rsidR="006728BE" w:rsidRDefault="006728BE"/>
    <w:p w:rsidR="006728BE" w:rsidRDefault="006728BE"/>
    <w:p w:rsidR="006728BE" w:rsidRDefault="006728BE"/>
    <w:p w:rsidR="006728BE" w:rsidRDefault="00DE023E">
      <w:r>
        <w:rPr>
          <w:noProof/>
          <w:szCs w:val="20"/>
        </w:rPr>
        <w:drawing>
          <wp:anchor distT="0" distB="0" distL="114300" distR="114300" simplePos="0" relativeHeight="251644416" behindDoc="1" locked="0" layoutInCell="1" allowOverlap="1">
            <wp:simplePos x="0" y="0"/>
            <wp:positionH relativeFrom="column">
              <wp:align>center</wp:align>
            </wp:positionH>
            <wp:positionV relativeFrom="paragraph">
              <wp:posOffset>-914400</wp:posOffset>
            </wp:positionV>
            <wp:extent cx="7768590" cy="10058400"/>
            <wp:effectExtent l="19050" t="0" r="3810" b="0"/>
            <wp:wrapNone/>
            <wp:docPr id="8" name="Picture 8" descr="edgy_smudge_propos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dgy_smudge_proposal3"/>
                    <pic:cNvPicPr>
                      <a:picLocks noChangeAspect="1" noChangeArrowheads="1"/>
                    </pic:cNvPicPr>
                  </pic:nvPicPr>
                  <pic:blipFill>
                    <a:blip r:embed="rId5" cstate="print"/>
                    <a:srcRect/>
                    <a:stretch>
                      <a:fillRect/>
                    </a:stretch>
                  </pic:blipFill>
                  <pic:spPr bwMode="auto">
                    <a:xfrm>
                      <a:off x="0" y="0"/>
                      <a:ext cx="7768590" cy="10058400"/>
                    </a:xfrm>
                    <a:prstGeom prst="rect">
                      <a:avLst/>
                    </a:prstGeom>
                    <a:noFill/>
                    <a:ln w="9525">
                      <a:noFill/>
                      <a:miter lim="800000"/>
                      <a:headEnd/>
                      <a:tailEnd/>
                    </a:ln>
                  </pic:spPr>
                </pic:pic>
              </a:graphicData>
            </a:graphic>
          </wp:anchor>
        </w:drawing>
      </w:r>
    </w:p>
    <w:p w:rsidR="006728BE" w:rsidRDefault="00DE023E">
      <w:r>
        <w:rPr>
          <w:noProof/>
          <w:szCs w:val="20"/>
        </w:rPr>
        <w:drawing>
          <wp:anchor distT="0" distB="0" distL="114300" distR="114300" simplePos="0" relativeHeight="251653632" behindDoc="1" locked="0" layoutInCell="1" allowOverlap="1">
            <wp:simplePos x="0" y="0"/>
            <wp:positionH relativeFrom="column">
              <wp:align>center</wp:align>
            </wp:positionH>
            <wp:positionV relativeFrom="paragraph">
              <wp:posOffset>-911860</wp:posOffset>
            </wp:positionV>
            <wp:extent cx="7769225" cy="10058400"/>
            <wp:effectExtent l="19050" t="0" r="3175" b="0"/>
            <wp:wrapNone/>
            <wp:docPr id="29" name="Picture 29" descr="edgy_smudge_propos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dgy_smudge_proposal3"/>
                    <pic:cNvPicPr>
                      <a:picLocks noChangeAspect="1" noChangeArrowheads="1"/>
                    </pic:cNvPicPr>
                  </pic:nvPicPr>
                  <pic:blipFill>
                    <a:blip r:embed="rId5" cstate="print"/>
                    <a:srcRect/>
                    <a:stretch>
                      <a:fillRect/>
                    </a:stretch>
                  </pic:blipFill>
                  <pic:spPr bwMode="auto">
                    <a:xfrm>
                      <a:off x="0" y="0"/>
                      <a:ext cx="7769225" cy="10058400"/>
                    </a:xfrm>
                    <a:prstGeom prst="rect">
                      <a:avLst/>
                    </a:prstGeom>
                    <a:noFill/>
                    <a:ln w="9525">
                      <a:noFill/>
                      <a:miter lim="800000"/>
                      <a:headEnd/>
                      <a:tailEnd/>
                    </a:ln>
                  </pic:spPr>
                </pic:pic>
              </a:graphicData>
            </a:graphic>
          </wp:anchor>
        </w:drawing>
      </w:r>
    </w:p>
    <w:p w:rsidR="006728BE" w:rsidRDefault="003474D0" w:rsidP="007D3D3A">
      <w:pPr>
        <w:tabs>
          <w:tab w:val="left" w:pos="3450"/>
        </w:tabs>
      </w:pPr>
      <w:r>
        <w:rPr>
          <w:noProof/>
        </w:rPr>
        <w:lastRenderedPageBreak/>
        <w:drawing>
          <wp:anchor distT="0" distB="0" distL="114300" distR="114300" simplePos="0" relativeHeight="251676160" behindDoc="1" locked="0" layoutInCell="1" allowOverlap="1">
            <wp:simplePos x="0" y="0"/>
            <wp:positionH relativeFrom="column">
              <wp:posOffset>-1092419</wp:posOffset>
            </wp:positionH>
            <wp:positionV relativeFrom="paragraph">
              <wp:posOffset>-914400</wp:posOffset>
            </wp:positionV>
            <wp:extent cx="7769116" cy="10058400"/>
            <wp:effectExtent l="19050" t="0" r="3284" b="0"/>
            <wp:wrapNone/>
            <wp:docPr id="1" name="Picture 82" descr="Edgy_Smudge_Flyer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Edgy_Smudge_FlyerVert"/>
                    <pic:cNvPicPr>
                      <a:picLocks noChangeAspect="1" noChangeArrowheads="1"/>
                    </pic:cNvPicPr>
                  </pic:nvPicPr>
                  <pic:blipFill>
                    <a:blip r:embed="rId4" cstate="print">
                      <a:duotone>
                        <a:prstClr val="black"/>
                        <a:schemeClr val="accent3">
                          <a:tint val="45000"/>
                          <a:satMod val="400000"/>
                        </a:schemeClr>
                      </a:duotone>
                    </a:blip>
                    <a:srcRect/>
                    <a:stretch>
                      <a:fillRect/>
                    </a:stretch>
                  </pic:blipFill>
                  <pic:spPr bwMode="auto">
                    <a:xfrm>
                      <a:off x="0" y="0"/>
                      <a:ext cx="7769116" cy="10058400"/>
                    </a:xfrm>
                    <a:prstGeom prst="rect">
                      <a:avLst/>
                    </a:prstGeom>
                    <a:noFill/>
                    <a:ln w="9525">
                      <a:noFill/>
                      <a:miter lim="800000"/>
                      <a:headEnd/>
                      <a:tailEnd/>
                    </a:ln>
                  </pic:spPr>
                </pic:pic>
              </a:graphicData>
            </a:graphic>
          </wp:anchor>
        </w:drawing>
      </w:r>
      <w:r w:rsidR="007D3D3A">
        <w:tab/>
      </w:r>
    </w:p>
    <w:p w:rsidR="006728BE" w:rsidRDefault="00D20409">
      <w:r w:rsidRPr="00D20409">
        <w:rPr>
          <w:szCs w:val="20"/>
        </w:rPr>
        <w:pict>
          <v:shape id="_x0000_s1055" type="#_x0000_t202" style="position:absolute;margin-left:-31.95pt;margin-top:11.05pt;width:495pt;height:36pt;z-index:251655680" filled="f" stroked="f">
            <v:textbox style="mso-next-textbox:#_x0000_s1055">
              <w:txbxContent>
                <w:p w:rsidR="006728BE" w:rsidRPr="004F0DEB" w:rsidRDefault="00EA4A54" w:rsidP="00054367">
                  <w:pPr>
                    <w:pStyle w:val="InsertHeadlineHere"/>
                  </w:pPr>
                  <w:r>
                    <w:t>[</w:t>
                  </w:r>
                  <w:r w:rsidR="006728BE" w:rsidRPr="004F0DEB">
                    <w:t>INSERT HEADLINE HERE</w:t>
                  </w:r>
                  <w:r>
                    <w:t>]</w:t>
                  </w:r>
                </w:p>
              </w:txbxContent>
            </v:textbox>
          </v:shape>
        </w:pic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D20409">
      <w:r w:rsidRPr="00D20409">
        <w:rPr>
          <w:szCs w:val="20"/>
        </w:rPr>
        <w:pict>
          <v:shape id="_x0000_s1058" type="#_x0000_t202" style="position:absolute;margin-left:11pt;margin-top:2.4pt;width:414pt;height:304.45pt;z-index:251657728;mso-wrap-edited:f" wrapcoords="0 0 21600 0 21600 21600 0 21600 0 0" filled="f" stroked="f">
            <v:textbox style="mso-next-textbox:#_x0000_s1058">
              <w:txbxContent>
                <w:p w:rsidR="006728BE" w:rsidRPr="00E51F2F" w:rsidRDefault="006728BE" w:rsidP="006728BE">
                  <w:pPr>
                    <w:pStyle w:val="BodyCopy"/>
                    <w:jc w:val="center"/>
                    <w:rPr>
                      <w:rFonts w:asciiTheme="majorHAnsi" w:hAnsiTheme="majorHAnsi"/>
                      <w:color w:val="000000" w:themeColor="text1"/>
                    </w:rPr>
                  </w:pPr>
                  <w:r w:rsidRPr="00E51F2F">
                    <w:rPr>
                      <w:rFonts w:asciiTheme="majorHAnsi" w:hAnsiTheme="majorHAnsi"/>
                      <w:color w:val="000000" w:themeColor="text1"/>
                    </w:rPr>
                    <w:t>Continue proposal text here. Continue proposal text here. Continue proposal text here. Continue proposal text here. Continue proposal text here. Continue proposal text here. Continue proposal text here. Continue proposal text here. Continue proposal text here.</w:t>
                  </w:r>
                </w:p>
                <w:p w:rsidR="006728BE" w:rsidRPr="00E51F2F" w:rsidRDefault="006728BE" w:rsidP="006728BE">
                  <w:pPr>
                    <w:pStyle w:val="BodyCopy"/>
                    <w:jc w:val="center"/>
                    <w:rPr>
                      <w:rFonts w:asciiTheme="majorHAnsi" w:hAnsiTheme="majorHAnsi"/>
                      <w:color w:val="000000" w:themeColor="text1"/>
                      <w:sz w:val="24"/>
                    </w:rPr>
                  </w:pPr>
                  <w:r w:rsidRPr="00E51F2F">
                    <w:rPr>
                      <w:rFonts w:asciiTheme="majorHAnsi" w:hAnsiTheme="majorHAnsi"/>
                      <w:color w:val="000000" w:themeColor="text1"/>
                    </w:rPr>
                    <w:t>Continue proposal text here. Continue proposal text here. Continue proposal text here. Continue proposal text here. Continue proposal text here. Continue proposal text here. Continue proposal text here. Continue proposal text here. Continue proposal text here.</w:t>
                  </w:r>
                </w:p>
                <w:p w:rsidR="00243561" w:rsidRPr="00E51F2F" w:rsidRDefault="00243561" w:rsidP="00243561">
                  <w:pPr>
                    <w:pStyle w:val="BodyCopy"/>
                    <w:jc w:val="center"/>
                    <w:rPr>
                      <w:rFonts w:asciiTheme="majorHAnsi" w:hAnsiTheme="majorHAnsi"/>
                      <w:color w:val="000000" w:themeColor="text1"/>
                    </w:rPr>
                  </w:pPr>
                  <w:r w:rsidRPr="00E51F2F">
                    <w:rPr>
                      <w:rFonts w:asciiTheme="majorHAnsi" w:hAnsiTheme="majorHAnsi"/>
                      <w:color w:val="000000" w:themeColor="text1"/>
                    </w:rPr>
                    <w:t>Continue proposal text here. Continue proposal text here. Continue proposal text here. Continue proposal text here. Continue proposal text here. Continue proposal text here. Continue proposal text here. Continue proposal text here. Continue proposal text here.</w:t>
                  </w:r>
                </w:p>
                <w:p w:rsidR="00243561" w:rsidRPr="00E51F2F" w:rsidRDefault="00243561" w:rsidP="00243561">
                  <w:pPr>
                    <w:pStyle w:val="BodyCopy"/>
                    <w:jc w:val="center"/>
                    <w:rPr>
                      <w:rFonts w:asciiTheme="majorHAnsi" w:hAnsiTheme="majorHAnsi"/>
                      <w:color w:val="000000" w:themeColor="text1"/>
                      <w:sz w:val="24"/>
                    </w:rPr>
                  </w:pPr>
                  <w:r w:rsidRPr="00E51F2F">
                    <w:rPr>
                      <w:rFonts w:asciiTheme="majorHAnsi" w:hAnsiTheme="majorHAnsi"/>
                      <w:color w:val="000000" w:themeColor="text1"/>
                    </w:rPr>
                    <w:t>Continue proposal text here. Continue proposal text here. Continue proposal text here. Continue proposal text here. Continue proposal text here. Continue proposal text here. Continue proposal text here. Continue proposal text here. Continue proposal text here.</w:t>
                  </w:r>
                </w:p>
                <w:p w:rsidR="00243561" w:rsidRPr="00E51F2F" w:rsidRDefault="00243561" w:rsidP="00243561">
                  <w:pPr>
                    <w:pStyle w:val="BodyCopy"/>
                    <w:jc w:val="center"/>
                    <w:rPr>
                      <w:rFonts w:asciiTheme="majorHAnsi" w:hAnsiTheme="majorHAnsi"/>
                      <w:color w:val="000000" w:themeColor="text1"/>
                    </w:rPr>
                  </w:pPr>
                  <w:r w:rsidRPr="00E51F2F">
                    <w:rPr>
                      <w:rFonts w:asciiTheme="majorHAnsi" w:hAnsiTheme="majorHAnsi"/>
                      <w:color w:val="000000" w:themeColor="text1"/>
                    </w:rPr>
                    <w:t>Continue proposal text here. Continue proposal text here. Continue proposal text here. Continue proposal text here. Continue proposal text here. Continue proposal text here. Continue proposal text here. Continue proposal text here. Continue proposal text here.</w:t>
                  </w:r>
                </w:p>
                <w:p w:rsidR="00243561" w:rsidRPr="00E51F2F" w:rsidRDefault="00243561" w:rsidP="00243561">
                  <w:pPr>
                    <w:pStyle w:val="BodyCopy"/>
                    <w:jc w:val="center"/>
                    <w:rPr>
                      <w:rFonts w:asciiTheme="majorHAnsi" w:hAnsiTheme="majorHAnsi"/>
                      <w:color w:val="000000" w:themeColor="text1"/>
                      <w:sz w:val="24"/>
                    </w:rPr>
                  </w:pPr>
                  <w:r w:rsidRPr="00E51F2F">
                    <w:rPr>
                      <w:rFonts w:asciiTheme="majorHAnsi" w:hAnsiTheme="majorHAnsi"/>
                      <w:color w:val="000000" w:themeColor="text1"/>
                    </w:rPr>
                    <w:t>Continue proposal text here. Continue proposal text here. Continue proposal text here. Continue proposal text here. Continue proposal text here. Continue proposal text here. Continue proposal text here. Continue proposal text here. Continue proposal text here.</w:t>
                  </w:r>
                </w:p>
                <w:p w:rsidR="00243561" w:rsidRPr="00E51F2F" w:rsidRDefault="00243561" w:rsidP="00243561">
                  <w:pPr>
                    <w:pStyle w:val="BodyCopy"/>
                    <w:jc w:val="center"/>
                    <w:rPr>
                      <w:rFonts w:asciiTheme="majorHAnsi" w:hAnsiTheme="majorHAnsi"/>
                      <w:color w:val="000000" w:themeColor="text1"/>
                    </w:rPr>
                  </w:pPr>
                  <w:r w:rsidRPr="00E51F2F">
                    <w:rPr>
                      <w:rFonts w:asciiTheme="majorHAnsi" w:hAnsiTheme="majorHAnsi"/>
                      <w:color w:val="000000" w:themeColor="text1"/>
                    </w:rPr>
                    <w:t>Continue proposal text here. Continue proposal text here. Continue proposal text here. Continue proposal text here. Continue proposal text here. Continue proposal text here. Continue proposal text here. Continue proposal text here. Continue proposal text here.</w:t>
                  </w:r>
                </w:p>
                <w:p w:rsidR="00243561" w:rsidRPr="00E51F2F" w:rsidRDefault="00243561" w:rsidP="00243561">
                  <w:pPr>
                    <w:pStyle w:val="BodyCopy"/>
                    <w:jc w:val="center"/>
                    <w:rPr>
                      <w:rFonts w:asciiTheme="majorHAnsi" w:hAnsiTheme="majorHAnsi"/>
                      <w:color w:val="000000" w:themeColor="text1"/>
                      <w:sz w:val="24"/>
                    </w:rPr>
                  </w:pPr>
                  <w:r w:rsidRPr="00E51F2F">
                    <w:rPr>
                      <w:rFonts w:asciiTheme="majorHAnsi" w:hAnsiTheme="majorHAnsi"/>
                      <w:color w:val="000000" w:themeColor="text1"/>
                    </w:rPr>
                    <w:t>Continue proposal text here. Continue proposal text here. Continue proposal text here. Continue proposal text here. Continue proposal text here. Continue proposal text here. Continue proposal text here. Continue proposal text here. Continue proposal text here.</w:t>
                  </w:r>
                </w:p>
                <w:p w:rsidR="006728BE" w:rsidRPr="00E51F2F" w:rsidRDefault="006728BE" w:rsidP="006728BE">
                  <w:pPr>
                    <w:pStyle w:val="BodyCopy"/>
                    <w:jc w:val="center"/>
                    <w:rPr>
                      <w:rFonts w:asciiTheme="majorHAnsi" w:hAnsiTheme="majorHAnsi"/>
                      <w:color w:val="000000" w:themeColor="text1"/>
                      <w:sz w:val="24"/>
                    </w:rPr>
                  </w:pPr>
                </w:p>
              </w:txbxContent>
            </v:textbox>
          </v:shape>
        </w:pic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D20409">
      <w:r w:rsidRPr="00D20409">
        <w:rPr>
          <w:szCs w:val="20"/>
        </w:rPr>
        <w:lastRenderedPageBreak/>
        <w:pict>
          <v:shape id="_x0000_s1108" type="#_x0000_t202" style="position:absolute;margin-left:-27.7pt;margin-top:.2pt;width:490.75pt;height:31pt;z-index:251667968" filled="f" stroked="f">
            <v:textbox style="mso-next-textbox:#_x0000_s1108">
              <w:txbxContent>
                <w:p w:rsidR="006728BE" w:rsidRPr="00B41E3F" w:rsidRDefault="007640A4" w:rsidP="006728BE">
                  <w:pPr>
                    <w:pStyle w:val="HEADLINE"/>
                  </w:pPr>
                  <w:r>
                    <w:t>[</w:t>
                  </w:r>
                  <w:r w:rsidR="006728BE" w:rsidRPr="00B41E3F">
                    <w:t>INSERT HEADLINE HERE</w:t>
                  </w:r>
                  <w:r>
                    <w:t>]</w:t>
                  </w:r>
                </w:p>
              </w:txbxContent>
            </v:textbox>
          </v:shape>
        </w:pict>
      </w:r>
      <w:r w:rsidR="00DE023E">
        <w:rPr>
          <w:noProof/>
          <w:szCs w:val="20"/>
        </w:rPr>
        <w:drawing>
          <wp:anchor distT="0" distB="0" distL="114300" distR="114300" simplePos="0" relativeHeight="251641344" behindDoc="1" locked="0" layoutInCell="1" allowOverlap="1">
            <wp:simplePos x="0" y="0"/>
            <wp:positionH relativeFrom="column">
              <wp:posOffset>-1143000</wp:posOffset>
            </wp:positionH>
            <wp:positionV relativeFrom="paragraph">
              <wp:posOffset>-922020</wp:posOffset>
            </wp:positionV>
            <wp:extent cx="7772400" cy="10068560"/>
            <wp:effectExtent l="19050" t="0" r="0" b="0"/>
            <wp:wrapNone/>
            <wp:docPr id="83" name="Picture 83" descr="Edgy_Smudge_Flyer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Edgy_Smudge_FlyerVert"/>
                    <pic:cNvPicPr>
                      <a:picLocks noChangeAspect="1" noChangeArrowheads="1"/>
                    </pic:cNvPicPr>
                  </pic:nvPicPr>
                  <pic:blipFill>
                    <a:blip r:embed="rId4" cstate="print">
                      <a:duotone>
                        <a:prstClr val="black"/>
                        <a:schemeClr val="accent3">
                          <a:tint val="45000"/>
                          <a:satMod val="400000"/>
                        </a:schemeClr>
                      </a:duotone>
                    </a:blip>
                    <a:srcRect/>
                    <a:stretch>
                      <a:fillRect/>
                    </a:stretch>
                  </pic:blipFill>
                  <pic:spPr bwMode="auto">
                    <a:xfrm>
                      <a:off x="0" y="0"/>
                      <a:ext cx="7772400" cy="10068560"/>
                    </a:xfrm>
                    <a:prstGeom prst="rect">
                      <a:avLst/>
                    </a:prstGeom>
                    <a:noFill/>
                    <a:ln w="9525">
                      <a:noFill/>
                      <a:miter lim="800000"/>
                      <a:headEnd/>
                      <a:tailEnd/>
                    </a:ln>
                  </pic:spPr>
                </pic:pic>
              </a:graphicData>
            </a:graphic>
          </wp:anchor>
        </w:drawing>
      </w:r>
    </w:p>
    <w:p w:rsidR="006728BE" w:rsidRDefault="006728BE"/>
    <w:p w:rsidR="006728BE" w:rsidRDefault="00D20409">
      <w:r w:rsidRPr="00D20409">
        <w:rPr>
          <w:szCs w:val="20"/>
        </w:rPr>
        <w:pict>
          <v:shape id="_x0000_s1069" type="#_x0000_t202" style="position:absolute;margin-left:-23.2pt;margin-top:7.8pt;width:234pt;height:603.8pt;z-index:251658752;mso-wrap-edited:f" wrapcoords="0 0 21600 0 21600 21600 0 21600 0 0" filled="f" stroked="f">
            <v:textbox style="mso-next-textbox:#_x0000_s1076">
              <w:txbxContent>
                <w:p w:rsidR="006728BE" w:rsidRPr="004F0DEB" w:rsidRDefault="00855B2C" w:rsidP="006728BE">
                  <w:pPr>
                    <w:pStyle w:val="SUBHEAD"/>
                  </w:pPr>
                  <w:r>
                    <w:t>[Text Here]</w:t>
                  </w:r>
                  <w:r w:rsidR="006728BE" w:rsidRPr="004F0DEB">
                    <w:t xml:space="preserve"> </w:t>
                  </w:r>
                </w:p>
                <w:p w:rsidR="006728BE" w:rsidRPr="00157382" w:rsidRDefault="006728BE" w:rsidP="006728BE">
                  <w:pPr>
                    <w:pStyle w:val="BodyCopy"/>
                  </w:pPr>
                  <w:r w:rsidRPr="00157382">
                    <w:t xml:space="preserve">When you’re writing a proposal, write it so that someone who has never heard of your company can understand what you’re offering as quickly as possible. Stay away from using jargon, acronyms, or complicated terms. </w:t>
                  </w:r>
                </w:p>
                <w:p w:rsidR="006728BE" w:rsidRPr="00157382" w:rsidRDefault="006728BE" w:rsidP="006728BE">
                  <w:pPr>
                    <w:pStyle w:val="BodyCopy"/>
                  </w:pPr>
                </w:p>
                <w:p w:rsidR="006728BE" w:rsidRPr="00157382" w:rsidRDefault="006728BE" w:rsidP="006728BE">
                  <w:pPr>
                    <w:pStyle w:val="BodyCopy"/>
                  </w:pPr>
                  <w:r w:rsidRPr="00157382">
                    <w:t>If you’re not sure what to write, make a list of “what we do” and then a list of “why our products or services are the best.” Use that information to create your proposal.</w:t>
                  </w:r>
                </w:p>
                <w:p w:rsidR="006728BE" w:rsidRPr="00157382" w:rsidRDefault="006728BE" w:rsidP="006728BE">
                  <w:pPr>
                    <w:pStyle w:val="BodyCopy"/>
                  </w:pP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4F0DEB" w:rsidRDefault="005D3D3A" w:rsidP="006728BE">
                  <w:pPr>
                    <w:pStyle w:val="SUBHEAD"/>
                  </w:pPr>
                  <w:r>
                    <w:t>[Text Here]</w:t>
                  </w:r>
                  <w:r w:rsidR="006728BE" w:rsidRPr="004F0DEB">
                    <w:t xml:space="preserve"> </w:t>
                  </w: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6728BE" w:rsidP="006728BE">
                  <w:pPr>
                    <w:pStyle w:val="BodyCopy"/>
                  </w:pP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157382" w:rsidRDefault="000055BD" w:rsidP="006728BE">
                  <w:pPr>
                    <w:pStyle w:val="SUBHEAD"/>
                  </w:pPr>
                  <w:r>
                    <w:t>[Text Here]</w:t>
                  </w:r>
                </w:p>
                <w:p w:rsidR="006728BE" w:rsidRPr="00157382" w:rsidRDefault="006728BE" w:rsidP="006728BE">
                  <w:pPr>
                    <w:pStyle w:val="BodyCopy"/>
                  </w:pPr>
                  <w:r w:rsidRPr="00157382">
                    <w:t>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p>
                <w:p w:rsidR="006728BE" w:rsidRPr="004F0DEB" w:rsidRDefault="000055BD" w:rsidP="006728BE">
                  <w:pPr>
                    <w:pStyle w:val="SUBHEAD"/>
                  </w:pPr>
                  <w:r>
                    <w:t>[Text Here]</w:t>
                  </w:r>
                  <w:r w:rsidR="006728BE" w:rsidRPr="004F0DEB">
                    <w:t xml:space="preserve"> </w:t>
                  </w:r>
                </w:p>
                <w:p w:rsidR="005604D7" w:rsidRPr="004F0DEB" w:rsidRDefault="006728BE" w:rsidP="005604D7">
                  <w:pPr>
                    <w:pStyle w:val="BodyCopy"/>
                  </w:pPr>
                  <w:r w:rsidRPr="00157382">
                    <w:t>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w:t>
                  </w:r>
                  <w:r w:rsidR="005604D7" w:rsidRPr="005604D7">
                    <w:t xml:space="preserve"> </w:t>
                  </w:r>
                  <w:r w:rsidR="005604D7" w:rsidRPr="00157382">
                    <w:t>Continue proposal text here. Continue proposal text here.</w:t>
                  </w:r>
                  <w:r w:rsidR="005604D7" w:rsidRPr="00BD425B">
                    <w:t xml:space="preserve"> </w:t>
                  </w:r>
                  <w:r w:rsidR="005604D7" w:rsidRPr="00157382">
                    <w:t>Continue proposal text here. Continue proposal text here. Continue proposal text here. Continue proposal text here. Continue proposal text here.</w:t>
                  </w:r>
                  <w:r w:rsidR="005604D7" w:rsidRPr="00BD425B">
                    <w:t xml:space="preserve"> </w:t>
                  </w:r>
                  <w:r w:rsidR="005604D7" w:rsidRPr="00157382">
                    <w:t>Continue proposal text here. Continue proposal text here. Continue proposal text here. Continue proposal text here. Continue proposal text here.</w:t>
                  </w:r>
                  <w:r w:rsidR="005604D7" w:rsidRPr="00BD425B">
                    <w:t xml:space="preserve"> </w:t>
                  </w:r>
                  <w:r w:rsidR="005604D7" w:rsidRPr="00157382">
                    <w:t xml:space="preserve">Continue proposal text here. </w:t>
                  </w:r>
                </w:p>
                <w:p w:rsidR="005604D7" w:rsidRDefault="005604D7" w:rsidP="005604D7">
                  <w:pPr>
                    <w:pStyle w:val="BodyCopy"/>
                  </w:pPr>
                </w:p>
                <w:p w:rsidR="005604D7" w:rsidRPr="004F0DEB" w:rsidRDefault="005604D7" w:rsidP="005604D7">
                  <w:pPr>
                    <w:pStyle w:val="BodyCopy"/>
                  </w:pPr>
                  <w:r w:rsidRPr="00157382">
                    <w:t>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Continue proposal text here. Continue proposal text here. Continue proposal text here. Continue proposal text here. Continue proposal text here.</w:t>
                  </w:r>
                  <w:r w:rsidRPr="00BD425B">
                    <w:t xml:space="preserve"> </w:t>
                  </w:r>
                  <w:r w:rsidRPr="00157382">
                    <w:t xml:space="preserve">Continue proposal text here. </w:t>
                  </w:r>
                </w:p>
                <w:p w:rsidR="005604D7" w:rsidRPr="004F0DEB" w:rsidRDefault="005604D7" w:rsidP="005604D7">
                  <w:pPr>
                    <w:pStyle w:val="BodyCopy"/>
                  </w:pPr>
                </w:p>
                <w:p w:rsidR="005604D7" w:rsidRPr="00157382" w:rsidRDefault="005604D7" w:rsidP="005604D7">
                  <w:pPr>
                    <w:pStyle w:val="BodyCopy"/>
                  </w:pPr>
                </w:p>
                <w:p w:rsidR="005604D7" w:rsidRPr="00157382" w:rsidRDefault="005604D7" w:rsidP="005604D7">
                  <w:pPr>
                    <w:pStyle w:val="BodyCopy"/>
                  </w:pPr>
                </w:p>
                <w:p w:rsidR="005604D7" w:rsidRPr="00157382" w:rsidRDefault="005604D7" w:rsidP="005604D7">
                  <w:pPr>
                    <w:pStyle w:val="BodyCopy"/>
                  </w:pPr>
                </w:p>
                <w:p w:rsidR="005604D7" w:rsidRPr="00157382" w:rsidRDefault="005604D7" w:rsidP="005604D7">
                  <w:pPr>
                    <w:pStyle w:val="BodyCopy"/>
                  </w:pPr>
                </w:p>
                <w:p w:rsidR="005604D7" w:rsidRPr="004F0DEB" w:rsidRDefault="005604D7" w:rsidP="005604D7">
                  <w:pPr>
                    <w:pStyle w:val="SUBHEAD"/>
                  </w:pPr>
                </w:p>
                <w:p w:rsidR="005604D7" w:rsidRDefault="005604D7" w:rsidP="005604D7">
                  <w:pPr>
                    <w:pStyle w:val="BodyCopy"/>
                  </w:pPr>
                </w:p>
                <w:p w:rsidR="005604D7" w:rsidRPr="004F0DEB" w:rsidRDefault="005604D7" w:rsidP="005604D7">
                  <w:pPr>
                    <w:pStyle w:val="BodyCopy"/>
                  </w:pPr>
                </w:p>
                <w:p w:rsidR="005604D7" w:rsidRPr="004F0DEB" w:rsidRDefault="005604D7" w:rsidP="005604D7">
                  <w:pPr>
                    <w:pStyle w:val="BodyCopy"/>
                  </w:pPr>
                </w:p>
                <w:p w:rsidR="005604D7" w:rsidRPr="00157382" w:rsidRDefault="005604D7" w:rsidP="005604D7">
                  <w:pPr>
                    <w:pStyle w:val="BodyCopy"/>
                  </w:pPr>
                </w:p>
                <w:p w:rsidR="005604D7" w:rsidRPr="00157382" w:rsidRDefault="005604D7" w:rsidP="005604D7">
                  <w:pPr>
                    <w:pStyle w:val="BodyCopy"/>
                  </w:pPr>
                </w:p>
                <w:p w:rsidR="005604D7" w:rsidRPr="00157382" w:rsidRDefault="005604D7" w:rsidP="005604D7">
                  <w:pPr>
                    <w:pStyle w:val="BodyCopy"/>
                  </w:pPr>
                </w:p>
                <w:p w:rsidR="005604D7" w:rsidRPr="00157382" w:rsidRDefault="005604D7" w:rsidP="005604D7">
                  <w:pPr>
                    <w:pStyle w:val="BodyCopy"/>
                  </w:pPr>
                </w:p>
                <w:p w:rsidR="005604D7" w:rsidRPr="004F0DEB" w:rsidRDefault="005604D7" w:rsidP="005604D7">
                  <w:pPr>
                    <w:pStyle w:val="SUBHEAD"/>
                  </w:pPr>
                </w:p>
                <w:p w:rsidR="005604D7" w:rsidRDefault="005604D7" w:rsidP="005604D7">
                  <w:pPr>
                    <w:pStyle w:val="BodyCopy"/>
                  </w:pPr>
                </w:p>
                <w:p w:rsidR="006728BE" w:rsidRPr="004F0DEB" w:rsidRDefault="006728BE" w:rsidP="006728BE">
                  <w:pPr>
                    <w:pStyle w:val="BodyCopy"/>
                  </w:pPr>
                  <w:r w:rsidRPr="00157382">
                    <w:t xml:space="preserve"> </w:t>
                  </w:r>
                </w:p>
                <w:p w:rsidR="006728BE" w:rsidRPr="004F0DEB" w:rsidRDefault="006728BE" w:rsidP="006728BE">
                  <w:pPr>
                    <w:pStyle w:val="BodyCopy"/>
                  </w:pPr>
                </w:p>
                <w:p w:rsidR="006728BE" w:rsidRPr="00157382" w:rsidRDefault="006728BE" w:rsidP="006728BE">
                  <w:pPr>
                    <w:pStyle w:val="BodyCopy"/>
                  </w:pPr>
                </w:p>
                <w:p w:rsidR="006728BE" w:rsidRPr="00157382" w:rsidRDefault="006728BE" w:rsidP="006728BE">
                  <w:pPr>
                    <w:pStyle w:val="BodyCopy"/>
                  </w:pPr>
                </w:p>
                <w:p w:rsidR="006728BE" w:rsidRPr="00157382" w:rsidRDefault="006728BE" w:rsidP="006728BE">
                  <w:pPr>
                    <w:pStyle w:val="BodyCopy"/>
                  </w:pPr>
                </w:p>
                <w:p w:rsidR="006728BE" w:rsidRPr="00157382" w:rsidRDefault="006728BE" w:rsidP="006728BE">
                  <w:pPr>
                    <w:pStyle w:val="BodyCopy"/>
                  </w:pPr>
                </w:p>
                <w:p w:rsidR="006728BE" w:rsidRPr="004F0DEB" w:rsidRDefault="006728BE" w:rsidP="006728BE">
                  <w:pPr>
                    <w:pStyle w:val="SUBHEAD"/>
                  </w:pPr>
                </w:p>
                <w:p w:rsidR="006728BE" w:rsidRDefault="006728BE" w:rsidP="006728BE">
                  <w:pPr>
                    <w:pStyle w:val="BodyCopy"/>
                  </w:pPr>
                </w:p>
                <w:p w:rsidR="005604D7" w:rsidRDefault="005604D7" w:rsidP="006728BE">
                  <w:pPr>
                    <w:pStyle w:val="BodyCopy"/>
                  </w:pPr>
                </w:p>
              </w:txbxContent>
            </v:textbox>
          </v:shape>
        </w:pict>
      </w:r>
    </w:p>
    <w:p w:rsidR="006728BE" w:rsidRDefault="00D20409">
      <w:r w:rsidRPr="00D20409">
        <w:rPr>
          <w:szCs w:val="20"/>
        </w:rPr>
        <w:pict>
          <v:shape id="_x0000_s1076" type="#_x0000_t202" style="position:absolute;margin-left:229.05pt;margin-top:10.2pt;width:234pt;height:537pt;z-index:251659776;mso-wrap-edited:f" wrapcoords="0 0 21600 0 21600 21600 0 21600 0 0" filled="f" stroked="f">
            <v:textbox style="mso-next-textbox:#_x0000_s1076">
              <w:txbxContent/>
            </v:textbox>
          </v:shape>
        </w:pic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r>
        <w:softHyphen/>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D20409">
      <w:r w:rsidRPr="00D20409">
        <w:rPr>
          <w:szCs w:val="20"/>
        </w:rPr>
        <w:pict>
          <v:shape id="_x0000_s1079" type="#_x0000_t202" style="position:absolute;margin-left:-27.7pt;margin-top:-21.15pt;width:243pt;height:18pt;z-index:251660800;mso-wrap-edited:f" wrapcoords="0 0 21600 0 21600 21600 0 21600 0 0" filled="f" stroked="f">
            <v:textbox style="mso-next-textbox:#_x0000_s1079">
              <w:txbxContent>
                <w:p w:rsidR="006728BE" w:rsidRPr="004F0DEB" w:rsidRDefault="006728BE" w:rsidP="006728BE">
                  <w:pPr>
                    <w:pStyle w:val="SUBHEAD"/>
                    <w:jc w:val="center"/>
                  </w:pPr>
                  <w:r w:rsidRPr="004F0DEB">
                    <w:t>Subhead. Subhead. Subhead.</w:t>
                  </w:r>
                </w:p>
                <w:p w:rsidR="006728BE" w:rsidRPr="004F0DEB" w:rsidRDefault="006728BE" w:rsidP="006728BE">
                  <w:pPr>
                    <w:pStyle w:val="SUBHEAD"/>
                    <w:jc w:val="center"/>
                  </w:pPr>
                </w:p>
                <w:p w:rsidR="006728BE" w:rsidRPr="004F0DEB" w:rsidRDefault="006728BE" w:rsidP="006728BE">
                  <w:pPr>
                    <w:jc w:val="center"/>
                  </w:pPr>
                </w:p>
                <w:p w:rsidR="006728BE" w:rsidRPr="004F0DEB" w:rsidRDefault="006728BE" w:rsidP="006728BE">
                  <w:pPr>
                    <w:jc w:val="center"/>
                  </w:pPr>
                </w:p>
              </w:txbxContent>
            </v:textbox>
          </v:shape>
        </w:pict>
      </w:r>
    </w:p>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p w:rsidR="006728BE" w:rsidRDefault="006728BE" w:rsidP="006728BE">
      <w:pPr>
        <w:tabs>
          <w:tab w:val="left" w:pos="2210"/>
        </w:tabs>
      </w:pPr>
      <w:r>
        <w:tab/>
      </w:r>
    </w:p>
    <w:p w:rsidR="006728BE" w:rsidRDefault="006728BE"/>
    <w:p w:rsidR="006728BE" w:rsidRDefault="006728BE"/>
    <w:sectPr w:rsidR="006728BE" w:rsidSect="006728BE">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Neue">
    <w:altName w:val="Helvetica Neue"/>
    <w:panose1 w:val="00000000000000000000"/>
    <w:charset w:val="4D"/>
    <w:family w:val="auto"/>
    <w:notTrueType/>
    <w:pitch w:val="default"/>
    <w:sig w:usb0="03000000" w:usb1="00000000" w:usb2="00000000" w:usb3="00000000" w:csb0="00000001" w:csb1="00000000"/>
  </w:font>
  <w:font w:name="HelveticaNeue-Bold">
    <w:altName w:val="Helvetica Neue"/>
    <w:panose1 w:val="00000000000000000000"/>
    <w:charset w:val="4D"/>
    <w:family w:val="auto"/>
    <w:notTrueType/>
    <w:pitch w:val="default"/>
    <w:sig w:usb0="03000000" w:usb1="00000000" w:usb2="00000000" w:usb3="00000000" w:csb0="00000001" w:csb1="00000000"/>
  </w:font>
  <w:font w:name="Times-Roman">
    <w:altName w:val="Times"/>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isplayBackgroundShape/>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compat/>
  <w:rsids>
    <w:rsidRoot w:val="00DE023E"/>
    <w:rsid w:val="000055BD"/>
    <w:rsid w:val="00054367"/>
    <w:rsid w:val="00094FB4"/>
    <w:rsid w:val="000A5685"/>
    <w:rsid w:val="000A7489"/>
    <w:rsid w:val="00162C99"/>
    <w:rsid w:val="00190DB0"/>
    <w:rsid w:val="001C2B68"/>
    <w:rsid w:val="00243561"/>
    <w:rsid w:val="00303171"/>
    <w:rsid w:val="003474D0"/>
    <w:rsid w:val="003830B2"/>
    <w:rsid w:val="00445B05"/>
    <w:rsid w:val="004509CB"/>
    <w:rsid w:val="004B35AF"/>
    <w:rsid w:val="00511576"/>
    <w:rsid w:val="00523A85"/>
    <w:rsid w:val="005604D7"/>
    <w:rsid w:val="005D3D3A"/>
    <w:rsid w:val="00611213"/>
    <w:rsid w:val="00665133"/>
    <w:rsid w:val="006728BE"/>
    <w:rsid w:val="00672B45"/>
    <w:rsid w:val="0068045A"/>
    <w:rsid w:val="006A453B"/>
    <w:rsid w:val="006F196C"/>
    <w:rsid w:val="00757968"/>
    <w:rsid w:val="007640A4"/>
    <w:rsid w:val="007D09DA"/>
    <w:rsid w:val="007D3D3A"/>
    <w:rsid w:val="0083113B"/>
    <w:rsid w:val="00855B2C"/>
    <w:rsid w:val="008B3E45"/>
    <w:rsid w:val="008E1B95"/>
    <w:rsid w:val="008F42DD"/>
    <w:rsid w:val="0093625D"/>
    <w:rsid w:val="00B02446"/>
    <w:rsid w:val="00B47F86"/>
    <w:rsid w:val="00C00606"/>
    <w:rsid w:val="00CA0A24"/>
    <w:rsid w:val="00D003AB"/>
    <w:rsid w:val="00D20409"/>
    <w:rsid w:val="00D33AAC"/>
    <w:rsid w:val="00D57E4D"/>
    <w:rsid w:val="00DD79C8"/>
    <w:rsid w:val="00DE023E"/>
    <w:rsid w:val="00E51F2F"/>
    <w:rsid w:val="00E92A47"/>
    <w:rsid w:val="00E93DC8"/>
    <w:rsid w:val="00EA4A54"/>
    <w:rsid w:val="00F948C1"/>
    <w:rsid w:val="00FC3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1">
      <o:colormenu v:ext="edit" fillcolor="none"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8B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BOX">
    <w:name w:val="ADDRESS BOX"/>
    <w:basedOn w:val="Normal"/>
    <w:rsid w:val="00E92A47"/>
    <w:pPr>
      <w:widowControl w:val="0"/>
      <w:autoSpaceDE w:val="0"/>
      <w:autoSpaceDN w:val="0"/>
      <w:adjustRightInd w:val="0"/>
      <w:spacing w:line="180" w:lineRule="atLeast"/>
      <w:textAlignment w:val="center"/>
    </w:pPr>
    <w:rPr>
      <w:rFonts w:ascii="Arial" w:hAnsi="Arial"/>
      <w:color w:val="717074"/>
      <w:sz w:val="15"/>
      <w:szCs w:val="14"/>
    </w:rPr>
  </w:style>
  <w:style w:type="paragraph" w:customStyle="1" w:styleId="BodyCopy">
    <w:name w:val="Body_Copy"/>
    <w:basedOn w:val="Normal"/>
    <w:rsid w:val="00E92A47"/>
    <w:pPr>
      <w:widowControl w:val="0"/>
      <w:autoSpaceDE w:val="0"/>
      <w:autoSpaceDN w:val="0"/>
      <w:adjustRightInd w:val="0"/>
      <w:spacing w:line="240" w:lineRule="atLeast"/>
      <w:textAlignment w:val="center"/>
    </w:pPr>
    <w:rPr>
      <w:rFonts w:ascii="Arial" w:hAnsi="Arial"/>
      <w:color w:val="717074"/>
      <w:sz w:val="20"/>
      <w:szCs w:val="16"/>
    </w:rPr>
  </w:style>
  <w:style w:type="paragraph" w:customStyle="1" w:styleId="CallOuts">
    <w:name w:val="Call_Outs"/>
    <w:basedOn w:val="Normal"/>
    <w:rsid w:val="003E7319"/>
    <w:pPr>
      <w:jc w:val="center"/>
    </w:pPr>
    <w:rPr>
      <w:rFonts w:ascii="Helvetica" w:hAnsi="Helvetica"/>
      <w:b/>
      <w:color w:val="FFFFFF"/>
      <w:sz w:val="26"/>
    </w:rPr>
  </w:style>
  <w:style w:type="paragraph" w:customStyle="1" w:styleId="COMPANY">
    <w:name w:val="COMPANY"/>
    <w:basedOn w:val="Normal"/>
    <w:rsid w:val="00E92A47"/>
    <w:pPr>
      <w:spacing w:line="240" w:lineRule="atLeast"/>
    </w:pPr>
    <w:rPr>
      <w:rFonts w:ascii="Arial" w:hAnsi="Arial"/>
      <w:b/>
      <w:caps/>
      <w:color w:val="F04923"/>
      <w:spacing w:val="20"/>
      <w:sz w:val="50"/>
    </w:rPr>
  </w:style>
  <w:style w:type="paragraph" w:customStyle="1" w:styleId="HEADLINE">
    <w:name w:val="HEADLINE"/>
    <w:basedOn w:val="Normal"/>
    <w:link w:val="HEADLINEChar"/>
    <w:rsid w:val="00E92A47"/>
    <w:rPr>
      <w:rFonts w:ascii="Arial" w:hAnsi="Arial"/>
      <w:b/>
      <w:color w:val="F04923"/>
      <w:sz w:val="40"/>
    </w:rPr>
  </w:style>
  <w:style w:type="paragraph" w:customStyle="1" w:styleId="LOGOBOX">
    <w:name w:val="LOGO BOX"/>
    <w:basedOn w:val="Normal"/>
    <w:rsid w:val="00E92A47"/>
    <w:pPr>
      <w:widowControl w:val="0"/>
      <w:autoSpaceDE w:val="0"/>
      <w:autoSpaceDN w:val="0"/>
      <w:adjustRightInd w:val="0"/>
      <w:spacing w:line="300" w:lineRule="atLeast"/>
      <w:jc w:val="center"/>
      <w:textAlignment w:val="center"/>
    </w:pPr>
    <w:rPr>
      <w:rFonts w:ascii="Arial" w:hAnsi="Arial"/>
      <w:color w:val="717074"/>
      <w:sz w:val="20"/>
      <w:szCs w:val="20"/>
    </w:rPr>
  </w:style>
  <w:style w:type="paragraph" w:customStyle="1" w:styleId="SUBHEAD">
    <w:name w:val="SUBHEAD"/>
    <w:basedOn w:val="Normal"/>
    <w:rsid w:val="00E92A47"/>
    <w:pPr>
      <w:spacing w:before="240" w:after="120" w:line="240" w:lineRule="atLeast"/>
    </w:pPr>
    <w:rPr>
      <w:rFonts w:ascii="Arial" w:hAnsi="Arial"/>
      <w:b/>
      <w:sz w:val="30"/>
    </w:rPr>
  </w:style>
  <w:style w:type="paragraph" w:customStyle="1" w:styleId="PULLQUOTE">
    <w:name w:val="PULL QUOTE"/>
    <w:basedOn w:val="SUBHEAD"/>
    <w:rsid w:val="003E7319"/>
    <w:pPr>
      <w:spacing w:line="340" w:lineRule="atLeast"/>
      <w:jc w:val="center"/>
    </w:pPr>
    <w:rPr>
      <w:sz w:val="26"/>
    </w:rPr>
  </w:style>
  <w:style w:type="paragraph" w:customStyle="1" w:styleId="TAGLINESUBHEAD">
    <w:name w:val="TAGLINE / SUBHEAD"/>
    <w:basedOn w:val="Normal"/>
    <w:rsid w:val="003E7319"/>
    <w:pPr>
      <w:jc w:val="center"/>
    </w:pPr>
    <w:rPr>
      <w:rFonts w:ascii="Helvetica" w:hAnsi="Helvetica"/>
      <w:b/>
      <w:color w:val="808080"/>
    </w:rPr>
  </w:style>
  <w:style w:type="paragraph" w:customStyle="1" w:styleId="newslettercopy">
    <w:name w:val="newsletter copy"/>
    <w:basedOn w:val="Normal"/>
    <w:rsid w:val="003E7319"/>
    <w:pPr>
      <w:widowControl w:val="0"/>
      <w:suppressAutoHyphens/>
      <w:autoSpaceDE w:val="0"/>
      <w:autoSpaceDN w:val="0"/>
      <w:adjustRightInd w:val="0"/>
      <w:spacing w:line="360" w:lineRule="atLeast"/>
      <w:ind w:left="202" w:hanging="202"/>
      <w:textAlignment w:val="center"/>
    </w:pPr>
    <w:rPr>
      <w:rFonts w:ascii="HelveticaNeue" w:hAnsi="HelveticaNeue"/>
      <w:color w:val="7C7D80"/>
      <w:sz w:val="20"/>
      <w:szCs w:val="20"/>
    </w:rPr>
  </w:style>
  <w:style w:type="paragraph" w:customStyle="1" w:styleId="NewsletterMonthDateVol">
    <w:name w:val="Newsletter_Month/Date/Vol"/>
    <w:basedOn w:val="Normal"/>
    <w:rsid w:val="003E7319"/>
    <w:pPr>
      <w:widowControl w:val="0"/>
      <w:autoSpaceDE w:val="0"/>
      <w:autoSpaceDN w:val="0"/>
      <w:adjustRightInd w:val="0"/>
      <w:spacing w:line="288" w:lineRule="auto"/>
      <w:textAlignment w:val="center"/>
    </w:pPr>
    <w:rPr>
      <w:rFonts w:ascii="Helvetica" w:hAnsi="Helvetica"/>
      <w:b/>
      <w:caps/>
      <w:color w:val="808080"/>
      <w:sz w:val="20"/>
      <w:szCs w:val="20"/>
    </w:rPr>
  </w:style>
  <w:style w:type="paragraph" w:customStyle="1" w:styleId="PhotoCaption">
    <w:name w:val="Photo_Caption"/>
    <w:basedOn w:val="Normal"/>
    <w:rsid w:val="003E7319"/>
    <w:pPr>
      <w:widowControl w:val="0"/>
      <w:suppressAutoHyphens/>
      <w:autoSpaceDE w:val="0"/>
      <w:autoSpaceDN w:val="0"/>
      <w:adjustRightInd w:val="0"/>
      <w:spacing w:line="288" w:lineRule="auto"/>
      <w:textAlignment w:val="center"/>
    </w:pPr>
    <w:rPr>
      <w:rFonts w:ascii="Helvetica" w:hAnsi="Helvetica"/>
      <w:color w:val="7C7D80"/>
      <w:sz w:val="16"/>
      <w:szCs w:val="16"/>
    </w:rPr>
  </w:style>
  <w:style w:type="paragraph" w:customStyle="1" w:styleId="PullQuote0">
    <w:name w:val="Pull Quote"/>
    <w:basedOn w:val="Normal"/>
    <w:rsid w:val="003E7319"/>
    <w:pPr>
      <w:widowControl w:val="0"/>
      <w:autoSpaceDE w:val="0"/>
      <w:autoSpaceDN w:val="0"/>
      <w:adjustRightInd w:val="0"/>
      <w:spacing w:line="200" w:lineRule="atLeast"/>
      <w:jc w:val="center"/>
      <w:textAlignment w:val="center"/>
    </w:pPr>
    <w:rPr>
      <w:rFonts w:ascii="HelveticaNeue-Bold" w:hAnsi="HelveticaNeue-Bold"/>
      <w:b/>
      <w:caps/>
      <w:color w:val="F04923"/>
      <w:spacing w:val="-9"/>
      <w:sz w:val="32"/>
      <w:szCs w:val="36"/>
    </w:rPr>
  </w:style>
  <w:style w:type="paragraph" w:customStyle="1" w:styleId="BasicParagraph">
    <w:name w:val="[Basic Paragraph]"/>
    <w:basedOn w:val="Normal"/>
    <w:rsid w:val="004F0DEB"/>
    <w:pPr>
      <w:widowControl w:val="0"/>
      <w:autoSpaceDE w:val="0"/>
      <w:autoSpaceDN w:val="0"/>
      <w:adjustRightInd w:val="0"/>
      <w:spacing w:line="288" w:lineRule="auto"/>
      <w:textAlignment w:val="center"/>
    </w:pPr>
    <w:rPr>
      <w:rFonts w:ascii="Times-Roman" w:hAnsi="Times-Roman"/>
      <w:color w:val="000000"/>
    </w:rPr>
  </w:style>
  <w:style w:type="paragraph" w:customStyle="1" w:styleId="PhotoBox">
    <w:name w:val="Photo Box"/>
    <w:basedOn w:val="Normal"/>
    <w:rsid w:val="006A453B"/>
    <w:pPr>
      <w:spacing w:line="300" w:lineRule="atLeast"/>
      <w:jc w:val="center"/>
    </w:pPr>
    <w:rPr>
      <w:rFonts w:ascii="Arial" w:hAnsi="Arial"/>
      <w:sz w:val="20"/>
    </w:rPr>
  </w:style>
  <w:style w:type="paragraph" w:customStyle="1" w:styleId="ProposalTitleHere">
    <w:name w:val="Proposal Title Here"/>
    <w:basedOn w:val="Normal"/>
    <w:link w:val="ProposalTitleHereChar"/>
    <w:qFormat/>
    <w:rsid w:val="00E92A47"/>
    <w:pPr>
      <w:jc w:val="center"/>
    </w:pPr>
    <w:rPr>
      <w:rFonts w:ascii="Arial" w:hAnsi="Arial"/>
      <w:b/>
      <w:color w:val="FF3E00"/>
      <w:sz w:val="50"/>
    </w:rPr>
  </w:style>
  <w:style w:type="paragraph" w:customStyle="1" w:styleId="AProposalTo">
    <w:name w:val="A Proposal To"/>
    <w:basedOn w:val="HEADLINE"/>
    <w:link w:val="AProposalToChar"/>
    <w:qFormat/>
    <w:rsid w:val="00E92A47"/>
    <w:pPr>
      <w:spacing w:before="240" w:line="240" w:lineRule="atLeast"/>
      <w:jc w:val="center"/>
    </w:pPr>
    <w:rPr>
      <w:color w:val="FFFFFF"/>
      <w:sz w:val="36"/>
    </w:rPr>
  </w:style>
  <w:style w:type="character" w:customStyle="1" w:styleId="ProposalTitleHereChar">
    <w:name w:val="Proposal Title Here Char"/>
    <w:basedOn w:val="DefaultParagraphFont"/>
    <w:link w:val="ProposalTitleHere"/>
    <w:rsid w:val="00E92A47"/>
    <w:rPr>
      <w:rFonts w:ascii="Arial" w:hAnsi="Arial"/>
      <w:b/>
      <w:color w:val="FF3E00"/>
      <w:sz w:val="50"/>
      <w:szCs w:val="24"/>
    </w:rPr>
  </w:style>
  <w:style w:type="paragraph" w:customStyle="1" w:styleId="EnterClient">
    <w:name w:val="Enter Client"/>
    <w:basedOn w:val="Normal"/>
    <w:link w:val="EnterClientChar"/>
    <w:qFormat/>
    <w:rsid w:val="00E92A47"/>
    <w:pPr>
      <w:jc w:val="center"/>
    </w:pPr>
    <w:rPr>
      <w:rFonts w:ascii="Arial" w:hAnsi="Arial"/>
      <w:b/>
      <w:color w:val="FFFFFF"/>
      <w:sz w:val="30"/>
    </w:rPr>
  </w:style>
  <w:style w:type="character" w:customStyle="1" w:styleId="HEADLINEChar">
    <w:name w:val="HEADLINE Char"/>
    <w:basedOn w:val="DefaultParagraphFont"/>
    <w:link w:val="HEADLINE"/>
    <w:rsid w:val="00E92A47"/>
    <w:rPr>
      <w:rFonts w:ascii="Arial" w:hAnsi="Arial"/>
      <w:b/>
      <w:color w:val="F04923"/>
      <w:sz w:val="40"/>
      <w:szCs w:val="24"/>
    </w:rPr>
  </w:style>
  <w:style w:type="character" w:customStyle="1" w:styleId="AProposalToChar">
    <w:name w:val="A Proposal To Char"/>
    <w:basedOn w:val="HEADLINEChar"/>
    <w:link w:val="AProposalTo"/>
    <w:rsid w:val="00E92A47"/>
  </w:style>
  <w:style w:type="paragraph" w:customStyle="1" w:styleId="monthdayyear">
    <w:name w:val="month day year"/>
    <w:basedOn w:val="HEADLINE"/>
    <w:link w:val="monthdayyearChar"/>
    <w:qFormat/>
    <w:rsid w:val="00E92A47"/>
    <w:pPr>
      <w:jc w:val="center"/>
    </w:pPr>
    <w:rPr>
      <w:sz w:val="20"/>
    </w:rPr>
  </w:style>
  <w:style w:type="character" w:customStyle="1" w:styleId="EnterClientChar">
    <w:name w:val="Enter Client Char"/>
    <w:basedOn w:val="DefaultParagraphFont"/>
    <w:link w:val="EnterClient"/>
    <w:rsid w:val="00E92A47"/>
    <w:rPr>
      <w:rFonts w:ascii="Arial" w:hAnsi="Arial"/>
      <w:b/>
      <w:color w:val="FFFFFF"/>
      <w:sz w:val="30"/>
      <w:szCs w:val="24"/>
    </w:rPr>
  </w:style>
  <w:style w:type="paragraph" w:customStyle="1" w:styleId="InsertHeadlineHere">
    <w:name w:val="Insert Headline Here"/>
    <w:basedOn w:val="Normal"/>
    <w:link w:val="InsertHeadlineHereChar"/>
    <w:qFormat/>
    <w:rsid w:val="00054367"/>
    <w:pPr>
      <w:jc w:val="center"/>
    </w:pPr>
    <w:rPr>
      <w:rFonts w:ascii="Arial" w:hAnsi="Arial"/>
      <w:b/>
      <w:color w:val="FF3E00"/>
      <w:sz w:val="48"/>
    </w:rPr>
  </w:style>
  <w:style w:type="character" w:customStyle="1" w:styleId="monthdayyearChar">
    <w:name w:val="month day year Char"/>
    <w:basedOn w:val="HEADLINEChar"/>
    <w:link w:val="monthdayyear"/>
    <w:rsid w:val="00E92A47"/>
    <w:rPr>
      <w:rFonts w:ascii="Arial" w:hAnsi="Arial"/>
    </w:rPr>
  </w:style>
  <w:style w:type="character" w:customStyle="1" w:styleId="InsertHeadlineHereChar">
    <w:name w:val="Insert Headline Here Char"/>
    <w:basedOn w:val="DefaultParagraphFont"/>
    <w:link w:val="InsertHeadlineHere"/>
    <w:rsid w:val="00054367"/>
    <w:rPr>
      <w:rFonts w:ascii="Arial" w:hAnsi="Arial"/>
      <w:b/>
      <w:color w:val="FF3E00"/>
      <w:sz w:val="4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id%20Farooq\My%20Documents\Downloads\TS01037947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TS010379478.dot</Template>
  <TotalTime>22</TotalTime>
  <Pages>4</Pages>
  <Words>0</Words>
  <Characters>0</Characters>
  <Application>Microsoft Office Word</Application>
  <DocSecurity>0</DocSecurity>
  <Lines>183</Lines>
  <Paragraphs>0</Paragraphs>
  <ScaleCrop>false</ScaleCrop>
  <HeadingPairs>
    <vt:vector size="2" baseType="variant">
      <vt:variant>
        <vt:lpstr>Title</vt:lpstr>
      </vt:variant>
      <vt:variant>
        <vt:i4>1</vt:i4>
      </vt:variant>
    </vt:vector>
  </HeadingPairs>
  <TitlesOfParts>
    <vt:vector size="1" baseType="lpstr">
      <vt:lpstr/>
    </vt:vector>
  </TitlesOfParts>
  <Manager>Manager</Manager>
  <Company>Company</Company>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Subject</dc:subject>
  <dc:creator>word-formats.com</dc:creator>
  <cp:keywords>Keywords</cp:keywords>
  <dc:description/>
  <cp:lastModifiedBy>Khurram</cp:lastModifiedBy>
  <cp:revision>41</cp:revision>
  <dcterms:created xsi:type="dcterms:W3CDTF">2011-03-16T11:53:00Z</dcterms:created>
  <dcterms:modified xsi:type="dcterms:W3CDTF">2012-04-27T14:39:00Z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TC103794789990</vt:lpwstr>
  </property>
</Properties>
</file>